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5D4" w:rsidRPr="00821B54" w:rsidRDefault="00D605D4" w:rsidP="00B369D3">
      <w:pPr>
        <w:spacing w:after="0"/>
        <w:ind w:left="-142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bookmarkStart w:id="0" w:name="_GoBack"/>
      <w:bookmarkEnd w:id="0"/>
      <w:r w:rsidRPr="00821B54">
        <w:rPr>
          <w:rFonts w:ascii="Arial" w:hAnsi="Arial" w:cs="Arial"/>
          <w:b/>
          <w:bCs/>
          <w:color w:val="000000"/>
          <w:sz w:val="28"/>
          <w:szCs w:val="28"/>
        </w:rPr>
        <w:t>VERİMLİLİK STRATEJİSİ ve EYLEM PLANI (2014-2017) TASLAĞI</w:t>
      </w:r>
    </w:p>
    <w:p w:rsidR="00D605D4" w:rsidRPr="00821B54" w:rsidRDefault="00D605D4" w:rsidP="00B369D3">
      <w:pPr>
        <w:ind w:left="-142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821B54">
        <w:rPr>
          <w:rFonts w:ascii="Arial" w:hAnsi="Arial" w:cs="Arial"/>
          <w:b/>
          <w:bCs/>
          <w:color w:val="000000"/>
          <w:sz w:val="28"/>
          <w:szCs w:val="28"/>
        </w:rPr>
        <w:t>GÖRÜŞ FORMU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6"/>
        <w:gridCol w:w="9434"/>
      </w:tblGrid>
      <w:tr w:rsidR="00D605D4" w:rsidRPr="00465E37">
        <w:trPr>
          <w:trHeight w:val="397"/>
          <w:jc w:val="center"/>
        </w:trPr>
        <w:tc>
          <w:tcPr>
            <w:tcW w:w="1683" w:type="pct"/>
            <w:shd w:val="clear" w:color="auto" w:fill="FFFFFF"/>
            <w:vAlign w:val="center"/>
          </w:tcPr>
          <w:p w:rsidR="00D605D4" w:rsidRPr="00465E37" w:rsidRDefault="00D605D4" w:rsidP="00465E37">
            <w:pPr>
              <w:spacing w:after="0" w:line="240" w:lineRule="auto"/>
              <w:ind w:right="-97"/>
              <w:rPr>
                <w:rFonts w:ascii="Arial" w:hAnsi="Arial" w:cs="Arial"/>
                <w:b/>
                <w:bCs/>
                <w:color w:val="000000"/>
              </w:rPr>
            </w:pPr>
            <w:r w:rsidRPr="00465E37">
              <w:rPr>
                <w:rFonts w:ascii="Arial" w:hAnsi="Arial" w:cs="Arial"/>
                <w:b/>
                <w:bCs/>
                <w:color w:val="000000"/>
              </w:rPr>
              <w:t>Görüş Bildiren Kurum/Kuruluş:</w:t>
            </w:r>
          </w:p>
        </w:tc>
        <w:tc>
          <w:tcPr>
            <w:tcW w:w="3317" w:type="pct"/>
            <w:shd w:val="clear" w:color="auto" w:fill="FFFFFF"/>
          </w:tcPr>
          <w:p w:rsidR="00D605D4" w:rsidRPr="00465E37" w:rsidRDefault="00D605D4" w:rsidP="00465E3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605D4" w:rsidRPr="00465E37">
        <w:trPr>
          <w:trHeight w:val="397"/>
          <w:jc w:val="center"/>
        </w:trPr>
        <w:tc>
          <w:tcPr>
            <w:tcW w:w="1683" w:type="pct"/>
            <w:shd w:val="clear" w:color="auto" w:fill="FFFFFF"/>
            <w:vAlign w:val="center"/>
          </w:tcPr>
          <w:p w:rsidR="00D605D4" w:rsidRPr="00465E37" w:rsidRDefault="00D605D4" w:rsidP="00465E37">
            <w:pPr>
              <w:spacing w:after="0" w:line="240" w:lineRule="auto"/>
              <w:ind w:right="-97"/>
              <w:rPr>
                <w:rFonts w:ascii="Arial" w:hAnsi="Arial" w:cs="Arial"/>
                <w:b/>
                <w:bCs/>
                <w:color w:val="000000"/>
              </w:rPr>
            </w:pPr>
            <w:r w:rsidRPr="00465E37">
              <w:rPr>
                <w:rFonts w:ascii="Arial" w:hAnsi="Arial" w:cs="Arial"/>
                <w:b/>
                <w:bCs/>
                <w:color w:val="000000"/>
              </w:rPr>
              <w:t>İletişime Geçilebilecek Yetkili/Sorumlu Kişi:</w:t>
            </w:r>
          </w:p>
        </w:tc>
        <w:tc>
          <w:tcPr>
            <w:tcW w:w="3317" w:type="pct"/>
            <w:shd w:val="clear" w:color="auto" w:fill="FFFFFF"/>
          </w:tcPr>
          <w:p w:rsidR="00D605D4" w:rsidRPr="00465E37" w:rsidRDefault="00D605D4" w:rsidP="00465E3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605D4" w:rsidRPr="00465E37">
        <w:trPr>
          <w:trHeight w:val="397"/>
          <w:jc w:val="center"/>
        </w:trPr>
        <w:tc>
          <w:tcPr>
            <w:tcW w:w="1683" w:type="pct"/>
            <w:shd w:val="clear" w:color="auto" w:fill="FFFFFF"/>
            <w:vAlign w:val="center"/>
          </w:tcPr>
          <w:p w:rsidR="00D605D4" w:rsidRPr="00465E37" w:rsidRDefault="00D605D4" w:rsidP="00465E37">
            <w:pPr>
              <w:spacing w:after="0" w:line="240" w:lineRule="auto"/>
              <w:ind w:right="-97"/>
              <w:rPr>
                <w:rFonts w:ascii="Arial" w:hAnsi="Arial" w:cs="Arial"/>
                <w:b/>
                <w:bCs/>
                <w:color w:val="000000"/>
              </w:rPr>
            </w:pPr>
            <w:r w:rsidRPr="00465E37">
              <w:rPr>
                <w:rFonts w:ascii="Arial" w:hAnsi="Arial" w:cs="Arial"/>
                <w:b/>
                <w:bCs/>
                <w:color w:val="000000"/>
              </w:rPr>
              <w:t>Birimi ve Görevi:</w:t>
            </w:r>
          </w:p>
        </w:tc>
        <w:tc>
          <w:tcPr>
            <w:tcW w:w="3317" w:type="pct"/>
            <w:shd w:val="clear" w:color="auto" w:fill="FFFFFF"/>
          </w:tcPr>
          <w:p w:rsidR="00D605D4" w:rsidRPr="00465E37" w:rsidRDefault="00D605D4" w:rsidP="00465E3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605D4" w:rsidRPr="00465E37">
        <w:trPr>
          <w:trHeight w:val="397"/>
          <w:jc w:val="center"/>
        </w:trPr>
        <w:tc>
          <w:tcPr>
            <w:tcW w:w="1683" w:type="pct"/>
            <w:shd w:val="clear" w:color="auto" w:fill="FFFFFF"/>
            <w:vAlign w:val="center"/>
          </w:tcPr>
          <w:p w:rsidR="00D605D4" w:rsidRPr="00465E37" w:rsidRDefault="00D605D4" w:rsidP="00465E37">
            <w:pPr>
              <w:spacing w:after="0" w:line="240" w:lineRule="auto"/>
              <w:ind w:right="-97"/>
              <w:rPr>
                <w:rFonts w:ascii="Arial" w:hAnsi="Arial" w:cs="Arial"/>
                <w:b/>
                <w:bCs/>
                <w:color w:val="000000"/>
              </w:rPr>
            </w:pPr>
            <w:r w:rsidRPr="00465E37">
              <w:rPr>
                <w:rFonts w:ascii="Arial" w:hAnsi="Arial" w:cs="Arial"/>
                <w:b/>
                <w:bCs/>
                <w:color w:val="000000"/>
              </w:rPr>
              <w:t>Telefon:</w:t>
            </w:r>
          </w:p>
        </w:tc>
        <w:tc>
          <w:tcPr>
            <w:tcW w:w="3317" w:type="pct"/>
            <w:shd w:val="clear" w:color="auto" w:fill="FFFFFF"/>
          </w:tcPr>
          <w:p w:rsidR="00D605D4" w:rsidRPr="00465E37" w:rsidRDefault="00D605D4" w:rsidP="00465E3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605D4" w:rsidRPr="00465E37">
        <w:trPr>
          <w:trHeight w:val="397"/>
          <w:jc w:val="center"/>
        </w:trPr>
        <w:tc>
          <w:tcPr>
            <w:tcW w:w="1683" w:type="pct"/>
            <w:shd w:val="clear" w:color="auto" w:fill="FFFFFF"/>
            <w:vAlign w:val="center"/>
          </w:tcPr>
          <w:p w:rsidR="00D605D4" w:rsidRPr="00465E37" w:rsidRDefault="00D605D4" w:rsidP="00465E37">
            <w:pPr>
              <w:spacing w:after="0" w:line="240" w:lineRule="auto"/>
              <w:ind w:right="-97"/>
              <w:rPr>
                <w:rFonts w:ascii="Arial" w:hAnsi="Arial" w:cs="Arial"/>
                <w:b/>
                <w:bCs/>
                <w:color w:val="000000"/>
              </w:rPr>
            </w:pPr>
            <w:r w:rsidRPr="00465E37">
              <w:rPr>
                <w:rFonts w:ascii="Arial" w:hAnsi="Arial" w:cs="Arial"/>
                <w:b/>
                <w:bCs/>
                <w:color w:val="000000"/>
              </w:rPr>
              <w:t>E-posta:</w:t>
            </w:r>
          </w:p>
        </w:tc>
        <w:tc>
          <w:tcPr>
            <w:tcW w:w="3317" w:type="pct"/>
            <w:shd w:val="clear" w:color="auto" w:fill="FFFFFF"/>
          </w:tcPr>
          <w:p w:rsidR="00D605D4" w:rsidRPr="00465E37" w:rsidRDefault="00D605D4" w:rsidP="00465E3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D605D4" w:rsidRPr="00821B54" w:rsidRDefault="00D605D4">
      <w:pPr>
        <w:rPr>
          <w:rFonts w:ascii="Arial" w:hAnsi="Arial" w:cs="Arial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88"/>
        <w:gridCol w:w="3598"/>
        <w:gridCol w:w="9434"/>
      </w:tblGrid>
      <w:tr w:rsidR="00D605D4" w:rsidRPr="00465E37">
        <w:trPr>
          <w:trHeight w:val="567"/>
        </w:trPr>
        <w:tc>
          <w:tcPr>
            <w:tcW w:w="418" w:type="pct"/>
            <w:vAlign w:val="center"/>
          </w:tcPr>
          <w:p w:rsidR="00D605D4" w:rsidRPr="00465E37" w:rsidRDefault="00D605D4" w:rsidP="00465E37">
            <w:pPr>
              <w:spacing w:after="0" w:line="240" w:lineRule="auto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65E37">
              <w:rPr>
                <w:rFonts w:ascii="Arial" w:hAnsi="Arial" w:cs="Arial"/>
                <w:b/>
                <w:bCs/>
                <w:sz w:val="26"/>
                <w:szCs w:val="26"/>
              </w:rPr>
              <w:t>No</w:t>
            </w:r>
          </w:p>
        </w:tc>
        <w:tc>
          <w:tcPr>
            <w:tcW w:w="1265" w:type="pct"/>
            <w:vAlign w:val="center"/>
          </w:tcPr>
          <w:p w:rsidR="00D605D4" w:rsidRPr="00465E37" w:rsidRDefault="00D605D4" w:rsidP="00465E37">
            <w:pPr>
              <w:spacing w:after="0" w:line="240" w:lineRule="auto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65E37">
              <w:rPr>
                <w:rFonts w:ascii="Arial" w:hAnsi="Arial" w:cs="Arial"/>
                <w:b/>
                <w:bCs/>
                <w:sz w:val="26"/>
                <w:szCs w:val="26"/>
              </w:rPr>
              <w:t>Paragraf/Eylem No</w:t>
            </w:r>
          </w:p>
        </w:tc>
        <w:tc>
          <w:tcPr>
            <w:tcW w:w="3317" w:type="pct"/>
            <w:vAlign w:val="center"/>
          </w:tcPr>
          <w:p w:rsidR="00D605D4" w:rsidRPr="00465E37" w:rsidRDefault="00D605D4" w:rsidP="00465E37">
            <w:pPr>
              <w:spacing w:after="0" w:line="240" w:lineRule="auto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65E37">
              <w:rPr>
                <w:rFonts w:ascii="Arial" w:hAnsi="Arial" w:cs="Arial"/>
                <w:b/>
                <w:bCs/>
                <w:sz w:val="26"/>
                <w:szCs w:val="26"/>
              </w:rPr>
              <w:t>Görüş / Öneri / Değerlendirme</w:t>
            </w:r>
          </w:p>
        </w:tc>
      </w:tr>
      <w:tr w:rsidR="00D605D4" w:rsidRPr="00465E37">
        <w:trPr>
          <w:trHeight w:val="1020"/>
        </w:trPr>
        <w:tc>
          <w:tcPr>
            <w:tcW w:w="418" w:type="pct"/>
            <w:vAlign w:val="center"/>
          </w:tcPr>
          <w:p w:rsidR="00D605D4" w:rsidRPr="00465E37" w:rsidRDefault="00D605D4" w:rsidP="00465E37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5E37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65" w:type="pct"/>
          </w:tcPr>
          <w:p w:rsidR="00D605D4" w:rsidRPr="00465E37" w:rsidRDefault="00D605D4" w:rsidP="00465E3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317" w:type="pct"/>
          </w:tcPr>
          <w:p w:rsidR="00D605D4" w:rsidRPr="00465E37" w:rsidRDefault="00D605D4" w:rsidP="00465E3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605D4" w:rsidRPr="00465E37">
        <w:trPr>
          <w:trHeight w:val="1020"/>
        </w:trPr>
        <w:tc>
          <w:tcPr>
            <w:tcW w:w="418" w:type="pct"/>
            <w:vAlign w:val="center"/>
          </w:tcPr>
          <w:p w:rsidR="00D605D4" w:rsidRPr="00465E37" w:rsidRDefault="00D605D4" w:rsidP="00465E37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5E3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65" w:type="pct"/>
          </w:tcPr>
          <w:p w:rsidR="00D605D4" w:rsidRPr="00465E37" w:rsidRDefault="00D605D4" w:rsidP="00465E3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317" w:type="pct"/>
          </w:tcPr>
          <w:p w:rsidR="00D605D4" w:rsidRPr="00465E37" w:rsidRDefault="00D605D4" w:rsidP="00465E3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605D4" w:rsidRPr="00465E37">
        <w:trPr>
          <w:trHeight w:val="1020"/>
        </w:trPr>
        <w:tc>
          <w:tcPr>
            <w:tcW w:w="418" w:type="pct"/>
            <w:vAlign w:val="center"/>
          </w:tcPr>
          <w:p w:rsidR="00D605D4" w:rsidRPr="00465E37" w:rsidRDefault="00D605D4" w:rsidP="00465E37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5E37">
              <w:rPr>
                <w:rFonts w:ascii="Arial" w:hAnsi="Arial" w:cs="Arial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1265" w:type="pct"/>
          </w:tcPr>
          <w:p w:rsidR="00D605D4" w:rsidRPr="00465E37" w:rsidRDefault="00D605D4" w:rsidP="00465E3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317" w:type="pct"/>
          </w:tcPr>
          <w:p w:rsidR="00D605D4" w:rsidRPr="00465E37" w:rsidRDefault="00D605D4" w:rsidP="00465E3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D605D4" w:rsidRDefault="00D605D4"/>
    <w:sectPr w:rsidR="00D605D4" w:rsidSect="00B369D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69D3"/>
    <w:rsid w:val="0001568C"/>
    <w:rsid w:val="00351AC3"/>
    <w:rsid w:val="00465E37"/>
    <w:rsid w:val="00606D30"/>
    <w:rsid w:val="006A2072"/>
    <w:rsid w:val="00821B54"/>
    <w:rsid w:val="008B496F"/>
    <w:rsid w:val="00972014"/>
    <w:rsid w:val="00B369D3"/>
    <w:rsid w:val="00C158A5"/>
    <w:rsid w:val="00D605D4"/>
    <w:rsid w:val="00EF5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9D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Grid3-Accent3">
    <w:name w:val="Medium Grid 3 Accent 3"/>
    <w:basedOn w:val="TableNormal"/>
    <w:uiPriority w:val="99"/>
    <w:rsid w:val="00B369D3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TableGrid">
    <w:name w:val="Table Grid"/>
    <w:basedOn w:val="TableNormal"/>
    <w:uiPriority w:val="99"/>
    <w:rsid w:val="00B369D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38</Words>
  <Characters>222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VERİMLİLİK STRATEJİSİ ve EYLEM PLANI (2014-2017) TASLAĞI</dc:title>
  <dc:subject/>
  <dc:creator>deniz.koc</dc:creator>
  <cp:keywords/>
  <dc:description/>
  <cp:lastModifiedBy>fundaa</cp:lastModifiedBy>
  <cp:revision>2</cp:revision>
  <dcterms:created xsi:type="dcterms:W3CDTF">2013-10-23T08:22:00Z</dcterms:created>
  <dcterms:modified xsi:type="dcterms:W3CDTF">2013-10-23T08:22:00Z</dcterms:modified>
</cp:coreProperties>
</file>